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634" w:rsidRDefault="00585634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 xml:space="preserve">9:00-9:30 </w:t>
      </w:r>
      <w:r>
        <w:rPr>
          <w:rFonts w:ascii="Century Gothic" w:hAnsi="Century Gothic"/>
          <w:b/>
          <w:sz w:val="20"/>
          <w:szCs w:val="20"/>
        </w:rPr>
        <w:tab/>
        <w:t>Week of: Jan. 30-Feb. 3, 2012</w:t>
      </w:r>
    </w:p>
    <w:p w:rsidR="00585634" w:rsidRDefault="00585634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Prepositions Unit: 20 Spelling</w:t>
      </w:r>
    </w:p>
    <w:p w:rsidR="00585634" w:rsidRDefault="0058563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>
        <w:rPr>
          <w:rFonts w:ascii="Century Gothic" w:hAnsi="Century Gothic"/>
          <w:sz w:val="20"/>
          <w:szCs w:val="20"/>
        </w:rPr>
        <w:t>COS 3.1, 3.2, 3.3, 3.4, 3.9, 3.10, 3.11 Obj. SW complete a pretest on Unit 20 Spelling Words; define prepositions &amp; spell them correctly</w:t>
      </w:r>
    </w:p>
    <w:p w:rsidR="00585634" w:rsidRPr="008412C6" w:rsidRDefault="0058563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1)Review Morning Work from DOL 2)Spelling Unit 20 Pretest 3)Go over Spelling words &amp; patterns orally, &amp; SW highlight any misspelled words from the pretest 4)Read together blue box page 164 5)Guided Practice pg 165 part A by telling hand &amp; releasing answers 6)SW who missed any spelling words will write words correctly 5x’s each; students who made 100 will have quiet free time</w:t>
      </w:r>
    </w:p>
    <w:p w:rsidR="00585634" w:rsidRDefault="00585634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Unit 20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585634" w:rsidRDefault="0058563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>
        <w:rPr>
          <w:rFonts w:ascii="Century Gothic" w:hAnsi="Century Gothic"/>
          <w:sz w:val="20"/>
          <w:szCs w:val="20"/>
        </w:rPr>
        <w:t>COS See Monday Obj. SW sort Unit 20 spelling words; use prepositions correctly in writing</w:t>
      </w:r>
    </w:p>
    <w:p w:rsidR="00585634" w:rsidRPr="00E84BA9" w:rsidRDefault="0058563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1)Review Morning Work from DOL 2)TW supply each child with a spelling word; SW sort spelling word on the board while saying the word; choral read spelling words 3)Review prepositions pg 164 4)Guided Practice pg 165 orally 5)Independent Practice pg 167 on loose leaf paper</w:t>
      </w:r>
    </w:p>
    <w:p w:rsidR="00585634" w:rsidRDefault="0058563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Paper, Pencil, Unit 20 Spelling, Grammar &amp; Writing Books</w:t>
      </w:r>
    </w:p>
    <w:p w:rsidR="00585634" w:rsidRDefault="0058563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COS See Monday Obj. SW- Continued</w:t>
      </w:r>
    </w:p>
    <w:p w:rsidR="00585634" w:rsidRDefault="0058563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 xml:space="preserve">1)Review Morning Work from DOL 2)2 min. sort spelling on the board pass the marker 3)Review prepositions pg 167 by saying answers orally 4)Prepositions Test 5) Spelling Game if time </w:t>
      </w:r>
    </w:p>
    <w:p w:rsidR="00585634" w:rsidRDefault="0058563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 Paper, Pencil, Prepositions Test</w:t>
      </w:r>
    </w:p>
    <w:p w:rsidR="00585634" w:rsidRDefault="0058563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COS 3.1, 3.9, 3.11 Obj. Spell Unit 20 correctly for a Spelling Test</w:t>
      </w:r>
    </w:p>
    <w:p w:rsidR="00585634" w:rsidRDefault="0058563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1)Review Morning Work from DOL 2)Spelling Test 3)Writing Workshop with a prompt related to weekly story </w:t>
      </w:r>
    </w:p>
    <w:p w:rsidR="00585634" w:rsidRDefault="0058563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585634" w:rsidRDefault="0058563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COS 3.9 Obj. SW- Practice write spelling list neatly in print, identify spelling list pattern</w:t>
      </w:r>
    </w:p>
    <w:p w:rsidR="00585634" w:rsidRPr="008F4A5D" w:rsidRDefault="0058563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1)TW model say, write, &amp; discuss next week’s spelling words on the board orally; SW write spelling words neatly onto the Family Times Reading Workbook Page for next week’s story 2)SW read/discuss Newsletter, Spelling List, Word of the Week, &amp; Homework Packet 3)SW journal write from a topic provided by the teacher, &amp; illustrate a picture. </w:t>
      </w: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585634" w:rsidRPr="00420374" w:rsidRDefault="00585634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585634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374"/>
    <w:rsid w:val="00021476"/>
    <w:rsid w:val="00083D77"/>
    <w:rsid w:val="000E793D"/>
    <w:rsid w:val="001C7016"/>
    <w:rsid w:val="00234DF5"/>
    <w:rsid w:val="002634F0"/>
    <w:rsid w:val="002949D7"/>
    <w:rsid w:val="00334F94"/>
    <w:rsid w:val="0034406E"/>
    <w:rsid w:val="003C4F4C"/>
    <w:rsid w:val="003E218B"/>
    <w:rsid w:val="00420374"/>
    <w:rsid w:val="00446FFC"/>
    <w:rsid w:val="004755EE"/>
    <w:rsid w:val="0056332F"/>
    <w:rsid w:val="00575E2D"/>
    <w:rsid w:val="00585634"/>
    <w:rsid w:val="005A51A7"/>
    <w:rsid w:val="005B2E81"/>
    <w:rsid w:val="00635667"/>
    <w:rsid w:val="007850B4"/>
    <w:rsid w:val="008412C6"/>
    <w:rsid w:val="0088208D"/>
    <w:rsid w:val="008C7B36"/>
    <w:rsid w:val="008E7DE6"/>
    <w:rsid w:val="008F4A5D"/>
    <w:rsid w:val="0097139E"/>
    <w:rsid w:val="00971963"/>
    <w:rsid w:val="009E6B00"/>
    <w:rsid w:val="00A03E2A"/>
    <w:rsid w:val="00AE5B0F"/>
    <w:rsid w:val="00AF623A"/>
    <w:rsid w:val="00B22DDA"/>
    <w:rsid w:val="00BD2FC9"/>
    <w:rsid w:val="00BD7829"/>
    <w:rsid w:val="00BE6D98"/>
    <w:rsid w:val="00C00640"/>
    <w:rsid w:val="00C8625F"/>
    <w:rsid w:val="00D22011"/>
    <w:rsid w:val="00D34D64"/>
    <w:rsid w:val="00E17434"/>
    <w:rsid w:val="00E84BA9"/>
    <w:rsid w:val="00E95CE9"/>
    <w:rsid w:val="00ED224C"/>
    <w:rsid w:val="00F63E76"/>
    <w:rsid w:val="00FE1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344</Words>
  <Characters>1962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subject/>
  <dc:creator>Pluitt and Bambi</dc:creator>
  <cp:keywords/>
  <dc:description/>
  <cp:lastModifiedBy>bdean</cp:lastModifiedBy>
  <cp:revision>2</cp:revision>
  <cp:lastPrinted>2011-09-19T02:18:00Z</cp:lastPrinted>
  <dcterms:created xsi:type="dcterms:W3CDTF">2011-09-19T15:52:00Z</dcterms:created>
  <dcterms:modified xsi:type="dcterms:W3CDTF">2011-09-19T15:52:00Z</dcterms:modified>
</cp:coreProperties>
</file>